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375DF2AD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796727">
        <w:rPr>
          <w:b/>
          <w:lang w:val="en-GB"/>
        </w:rPr>
        <w:t xml:space="preserve"> 22-g003-25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0FC83F89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>The [</w:t>
      </w:r>
      <w:r w:rsidRPr="007F3777">
        <w:rPr>
          <w:rFonts w:ascii="Calibri" w:hAnsi="Calibri" w:cs="Calibri"/>
          <w:highlight w:val="yellow"/>
          <w:lang w:val="en-GB"/>
        </w:rPr>
        <w:t xml:space="preserve">Ministry of </w:t>
      </w:r>
      <w:r w:rsidR="00796727">
        <w:rPr>
          <w:rFonts w:ascii="Calibri" w:hAnsi="Calibri" w:cs="Calibri"/>
          <w:lang w:val="en-GB"/>
        </w:rPr>
        <w:t>Health and Medical Services</w:t>
      </w:r>
      <w:r w:rsidRPr="007F3777">
        <w:rPr>
          <w:rFonts w:ascii="Calibri" w:hAnsi="Calibri" w:cs="Calibri"/>
          <w:lang w:val="en-GB"/>
        </w:rPr>
        <w:t xml:space="preserve">],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336E6163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</w:t>
      </w:r>
      <w:r w:rsidR="00796727">
        <w:rPr>
          <w:lang w:val="en-GB"/>
        </w:rPr>
        <w:t>mber: 22-g003-25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0276C323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</w:t>
      </w:r>
      <w:r w:rsidR="003532E8">
        <w:rPr>
          <w:rFonts w:cs="Calibri"/>
          <w:lang w:val="en-GB"/>
        </w:rPr>
        <w:t>. Also they should have a nature of business relevant to the procured good/service A</w:t>
      </w:r>
      <w:r>
        <w:rPr>
          <w:rFonts w:cs="Calibri"/>
          <w:lang w:val="en-GB"/>
        </w:rPr>
        <w:t>nd a valid business registration for international tenderers</w:t>
      </w:r>
      <w:r w:rsidR="00816476">
        <w:rPr>
          <w:rFonts w:cs="Calibri"/>
          <w:lang w:val="en-GB"/>
        </w:rPr>
        <w:t xml:space="preserve">. 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35195" w14:textId="77777777" w:rsidR="00EE52CA" w:rsidRDefault="00EE52CA">
      <w:r>
        <w:separator/>
      </w:r>
    </w:p>
  </w:endnote>
  <w:endnote w:type="continuationSeparator" w:id="0">
    <w:p w14:paraId="576D7CE1" w14:textId="77777777" w:rsidR="00EE52CA" w:rsidRDefault="00EE52CA">
      <w:r>
        <w:continuationSeparator/>
      </w:r>
    </w:p>
  </w:endnote>
  <w:endnote w:type="continuationNotice" w:id="1">
    <w:p w14:paraId="64496F16" w14:textId="77777777" w:rsidR="00EE52CA" w:rsidRDefault="00EE5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5BDC6A9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96727">
      <w:rPr>
        <w:noProof/>
      </w:rPr>
      <w:t>2025-04-02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5F207" w14:textId="77777777" w:rsidR="00EE52CA" w:rsidRDefault="00EE52CA">
      <w:r>
        <w:separator/>
      </w:r>
    </w:p>
  </w:footnote>
  <w:footnote w:type="continuationSeparator" w:id="0">
    <w:p w14:paraId="3D68A793" w14:textId="77777777" w:rsidR="00EE52CA" w:rsidRDefault="00EE52CA">
      <w:r>
        <w:continuationSeparator/>
      </w:r>
    </w:p>
  </w:footnote>
  <w:footnote w:type="continuationNotice" w:id="1">
    <w:p w14:paraId="37395CB9" w14:textId="77777777" w:rsidR="00EE52CA" w:rsidRDefault="00EE52CA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32E8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2A2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727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476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2CA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</TotalTime>
  <Pages>7</Pages>
  <Words>1911</Words>
  <Characters>10475</Characters>
  <Application>Microsoft Office Word</Application>
  <DocSecurity>0</DocSecurity>
  <Lines>197</Lines>
  <Paragraphs>110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12276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9</cp:revision>
  <cp:lastPrinted>2013-10-18T08:32:00Z</cp:lastPrinted>
  <dcterms:created xsi:type="dcterms:W3CDTF">2020-12-01T12:58:00Z</dcterms:created>
  <dcterms:modified xsi:type="dcterms:W3CDTF">2025-04-02T04:59:00Z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5bfe4db2784eef2a1630c62e3c630779ebe0fef3cd0160c19683e8731157a56c</vt:lpwstr>
  </property>
</Properties>
</file>